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D68CA">
        <w:rPr>
          <w:rFonts w:ascii="Times New Roman" w:hAnsi="Times New Roman"/>
          <w:b/>
          <w:sz w:val="24"/>
          <w:szCs w:val="24"/>
        </w:rPr>
        <w:t xml:space="preserve">                                         Технологическая карта урока</w:t>
      </w: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Тема:</w:t>
      </w:r>
      <w:r>
        <w:rPr>
          <w:rFonts w:ascii="Times New Roman" w:hAnsi="Times New Roman"/>
          <w:sz w:val="24"/>
          <w:szCs w:val="24"/>
        </w:rPr>
        <w:t xml:space="preserve"> Шипящие согласные звуки. Буквы после шипящих. Сочетания  жи-ши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Класс:</w:t>
      </w:r>
      <w:r>
        <w:rPr>
          <w:rFonts w:ascii="Times New Roman" w:hAnsi="Times New Roman"/>
          <w:sz w:val="24"/>
          <w:szCs w:val="24"/>
        </w:rPr>
        <w:t xml:space="preserve"> 1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/>
          <w:sz w:val="24"/>
          <w:szCs w:val="24"/>
        </w:rPr>
        <w:t xml:space="preserve">русский язык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УМК ( авторы)</w:t>
      </w:r>
      <w:r>
        <w:rPr>
          <w:rFonts w:ascii="Times New Roman" w:hAnsi="Times New Roman"/>
          <w:sz w:val="24"/>
          <w:szCs w:val="24"/>
        </w:rPr>
        <w:t xml:space="preserve">: Т.Р. Рамзаева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Тип урока: </w:t>
      </w:r>
      <w:r>
        <w:rPr>
          <w:rFonts w:ascii="Times New Roman" w:hAnsi="Times New Roman"/>
          <w:sz w:val="24"/>
          <w:szCs w:val="24"/>
        </w:rPr>
        <w:t xml:space="preserve">ОНЗ                                                                                                                                                </w:t>
      </w:r>
      <w:r w:rsidRPr="00650AEE">
        <w:rPr>
          <w:rFonts w:ascii="Times New Roman" w:hAnsi="Times New Roman"/>
          <w:b/>
          <w:sz w:val="24"/>
          <w:szCs w:val="24"/>
        </w:rPr>
        <w:t>Планируемые результаты: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Предметные: </w:t>
      </w:r>
      <w:r>
        <w:rPr>
          <w:rFonts w:ascii="Times New Roman" w:hAnsi="Times New Roman"/>
          <w:sz w:val="24"/>
          <w:szCs w:val="24"/>
        </w:rPr>
        <w:t xml:space="preserve">соотносить произношение ударных гласных в сочетаниях жи-ши и их обозначение буквами, находить в словах сочетания жи-ши, подбирать примеры слов с такими сочетаниями, писать слова с сочетаниями жи-ши.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Метапредметные: </w:t>
      </w:r>
      <w:r>
        <w:rPr>
          <w:rFonts w:ascii="Times New Roman" w:hAnsi="Times New Roman"/>
          <w:sz w:val="24"/>
          <w:szCs w:val="24"/>
        </w:rPr>
        <w:t xml:space="preserve">проверять себя и оценивать свои достижения ( с помощью учителя), корректировать свою работу, отвечать на вопросы и задавать их, понимать затруднения других и правильно реагировать на них, осуществлять решение учебной задачи под руководством учителя, применять правила работы в группе, владеть монологической и диалогической формой речи.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Личностные: </w:t>
      </w:r>
      <w:r>
        <w:rPr>
          <w:rFonts w:ascii="Times New Roman" w:hAnsi="Times New Roman"/>
          <w:sz w:val="24"/>
          <w:szCs w:val="24"/>
        </w:rPr>
        <w:t xml:space="preserve">принятие и освоение социальной роли обучающегося, осознание собственных мотивов учебной деятельности, преодоление учебных трудностей.                                                         </w:t>
      </w:r>
      <w:r w:rsidRPr="008801FF">
        <w:rPr>
          <w:rFonts w:ascii="Times New Roman" w:hAnsi="Times New Roman"/>
          <w:b/>
          <w:sz w:val="24"/>
          <w:szCs w:val="24"/>
        </w:rPr>
        <w:t>УУД: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Регулятивные: </w:t>
      </w:r>
      <w:r>
        <w:rPr>
          <w:rFonts w:ascii="Times New Roman" w:hAnsi="Times New Roman"/>
          <w:sz w:val="24"/>
          <w:szCs w:val="24"/>
        </w:rPr>
        <w:t xml:space="preserve">способность понимать, принимать и сохранять учебную задачу, соответствующую этапу обучения, ориентироваться в учебном материале, проводить самоконтроль и оценку результатов своей учебной деятельности.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Познавательные: </w:t>
      </w:r>
      <w:r>
        <w:rPr>
          <w:rFonts w:ascii="Times New Roman" w:hAnsi="Times New Roman"/>
          <w:sz w:val="24"/>
          <w:szCs w:val="24"/>
        </w:rPr>
        <w:t xml:space="preserve">осознанно строить речевое высказывание, умение излагать своё мнение и аргументировать, овладение базовыми предметными понятиями.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Коммуникативные: </w:t>
      </w:r>
      <w:r>
        <w:rPr>
          <w:rFonts w:ascii="Times New Roman" w:hAnsi="Times New Roman"/>
          <w:sz w:val="24"/>
          <w:szCs w:val="24"/>
        </w:rPr>
        <w:t xml:space="preserve">активное использование речевых средств, готовность слушать собеседника, умение определять цель и пути её достижения.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Образовательная цель: </w:t>
      </w:r>
      <w:r>
        <w:rPr>
          <w:rFonts w:ascii="Times New Roman" w:hAnsi="Times New Roman"/>
          <w:sz w:val="24"/>
          <w:szCs w:val="24"/>
        </w:rPr>
        <w:t xml:space="preserve">формировать представление о звуках </w:t>
      </w:r>
      <w:r w:rsidRPr="009E208F">
        <w:rPr>
          <w:rFonts w:ascii="Times New Roman" w:hAnsi="Times New Roman"/>
          <w:sz w:val="24"/>
          <w:szCs w:val="24"/>
        </w:rPr>
        <w:t xml:space="preserve">[ </w:t>
      </w:r>
      <w:r>
        <w:rPr>
          <w:rFonts w:ascii="Times New Roman" w:hAnsi="Times New Roman"/>
          <w:sz w:val="24"/>
          <w:szCs w:val="24"/>
        </w:rPr>
        <w:t>ж</w:t>
      </w:r>
      <w:r w:rsidRPr="009E208F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9E208F">
        <w:rPr>
          <w:rFonts w:ascii="Times New Roman" w:hAnsi="Times New Roman"/>
          <w:sz w:val="24"/>
          <w:szCs w:val="24"/>
        </w:rPr>
        <w:t xml:space="preserve">[ </w:t>
      </w:r>
      <w:r>
        <w:rPr>
          <w:rFonts w:ascii="Times New Roman" w:hAnsi="Times New Roman"/>
          <w:sz w:val="24"/>
          <w:szCs w:val="24"/>
        </w:rPr>
        <w:t>ш</w:t>
      </w:r>
      <w:r w:rsidRPr="009E208F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как всегда твёрдых, развивать умение правильно писать сочетания жи-ши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Развивающая цель: </w:t>
      </w:r>
      <w:r>
        <w:rPr>
          <w:rFonts w:ascii="Times New Roman" w:hAnsi="Times New Roman"/>
          <w:sz w:val="24"/>
          <w:szCs w:val="24"/>
        </w:rPr>
        <w:t xml:space="preserve">тренировать мыслительные операции, формировать опыт выявление причин затруднения на основе метода рефлексии.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Воспитательная цель: </w:t>
      </w:r>
      <w:r>
        <w:rPr>
          <w:rFonts w:ascii="Times New Roman" w:hAnsi="Times New Roman"/>
          <w:sz w:val="24"/>
          <w:szCs w:val="24"/>
        </w:rPr>
        <w:t xml:space="preserve">воспитывать коммуникативные умения, познавательный интерес, веру в свои силы.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Педагогические технологии: </w:t>
      </w:r>
      <w:r>
        <w:rPr>
          <w:rFonts w:ascii="Times New Roman" w:hAnsi="Times New Roman"/>
          <w:sz w:val="24"/>
          <w:szCs w:val="24"/>
        </w:rPr>
        <w:t xml:space="preserve">деятельностный метод, технология оценивания учебных успехов, технология развития критического мышления, ИКТ.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Методы обучения: </w:t>
      </w:r>
      <w:r>
        <w:rPr>
          <w:rFonts w:ascii="Times New Roman" w:hAnsi="Times New Roman"/>
          <w:sz w:val="24"/>
          <w:szCs w:val="24"/>
        </w:rPr>
        <w:t xml:space="preserve">диалог, синквейн, кластер.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Средства обучения: </w:t>
      </w:r>
      <w:r>
        <w:rPr>
          <w:rFonts w:ascii="Times New Roman" w:hAnsi="Times New Roman"/>
          <w:sz w:val="24"/>
          <w:szCs w:val="24"/>
        </w:rPr>
        <w:t xml:space="preserve">учебник, мультимедиа, опорные сигналы.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Формы организации познавательной деятельности:  </w:t>
      </w:r>
      <w:r>
        <w:rPr>
          <w:rFonts w:ascii="Times New Roman" w:hAnsi="Times New Roman"/>
          <w:sz w:val="24"/>
          <w:szCs w:val="24"/>
        </w:rPr>
        <w:t>игровые ситуации.</w:t>
      </w: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7"/>
        <w:gridCol w:w="2538"/>
        <w:gridCol w:w="2439"/>
        <w:gridCol w:w="2778"/>
      </w:tblGrid>
      <w:tr w:rsidR="00AB5D1D" w:rsidTr="00352DD8">
        <w:tc>
          <w:tcPr>
            <w:tcW w:w="1368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2DD8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88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2DD8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70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2DD8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3244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 ( на уровне УУД)</w:t>
            </w:r>
          </w:p>
        </w:tc>
      </w:tr>
      <w:tr w:rsidR="00AB5D1D" w:rsidTr="00352DD8">
        <w:tc>
          <w:tcPr>
            <w:tcW w:w="1368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2DD8">
              <w:rPr>
                <w:rFonts w:ascii="Times New Roman" w:hAnsi="Times New Roman"/>
                <w:b/>
                <w:sz w:val="24"/>
                <w:szCs w:val="24"/>
              </w:rPr>
              <w:t>1.Организационный момент. Мотивация к работе</w:t>
            </w:r>
          </w:p>
        </w:tc>
        <w:tc>
          <w:tcPr>
            <w:tcW w:w="288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Организация эмоционального настроя.                                          - Руки на месте, ноги на месте, локти у края, спинка прямая.                          – Сегодня на уроке вас ожидает много интересных заданий. Вы готовы? С чего начинаются открытия? – Что нужно сделать для изучения нового?            - Тему урока, которую сегодня будем изучать, узнаем на минутке чистописания.. Будьте внимательны. Наблюдайте за буквами, которые будем прописывать и постарайтесь сами сформулировать тему урока. Желаю успеха!</w:t>
            </w:r>
          </w:p>
        </w:tc>
        <w:tc>
          <w:tcPr>
            <w:tcW w:w="270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Сообщают о готовности  к уроку. Отвечают на вопросы.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- Узнаём для себя новое.                                    - Понять, что не знаем и сделать открытие</w:t>
            </w:r>
          </w:p>
        </w:tc>
        <w:tc>
          <w:tcPr>
            <w:tcW w:w="3244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Положительное отношение к учению, познавательной деятельности.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D1D" w:rsidTr="00352DD8">
        <w:tc>
          <w:tcPr>
            <w:tcW w:w="1368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b/>
                <w:sz w:val="24"/>
                <w:szCs w:val="24"/>
              </w:rPr>
              <w:t>2. Актуализация полученных знаний. Минутка чистописания.</w:t>
            </w:r>
          </w:p>
        </w:tc>
        <w:tc>
          <w:tcPr>
            <w:tcW w:w="288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Организует беседу, контролирует обсуждение, организует анализ имеющихся знаний учащихся на основе повторения ранее усвоенных знаний, организует диалог, выполнение упражнений развития мелкой моторики.                   – С чего начинаем урок?                                  – Что должны повторить?                                     - Отгадайте загадки, запишите слова- отгадки                                      .- Прочитайте слова, укажите лишнее слово. Почему на конце всех слов, кроме « мел», написали мягкий знак? Чем похожи эти слова? Какими буквами обозначается мягкость согласных звуков?                                               - Выполним перед чистописанием упражнения для развития мелкой мускулатуры рук «Пальчики здороваются».                                – назовите буквы в фигуре, назовите шипящие буквы, какие звуки они обозначают, какое правило вы помните о сочетаниях ши-жи.</w:t>
            </w:r>
          </w:p>
        </w:tc>
        <w:tc>
          <w:tcPr>
            <w:tcW w:w="270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Формулируют ответы, отгадывают загадки, участвуют в диалоге и в выполнении упражнений. Классифицируют, выделяют Работают в паре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- С повторения.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- То, что понадобится для изучения нового.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Пень</w:t>
            </w:r>
            <w:r w:rsidRPr="00352DD8">
              <w:rPr>
                <w:rFonts w:ascii="Times New Roman" w:hAnsi="Times New Roman"/>
                <w:b/>
                <w:sz w:val="24"/>
                <w:szCs w:val="24"/>
              </w:rPr>
              <w:t>, мел,</w:t>
            </w:r>
            <w:r w:rsidRPr="00352DD8">
              <w:rPr>
                <w:rFonts w:ascii="Times New Roman" w:hAnsi="Times New Roman"/>
                <w:sz w:val="24"/>
                <w:szCs w:val="24"/>
              </w:rPr>
              <w:t xml:space="preserve"> дверь, мысль, огонь, соль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Е,ё,ю,я,и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П,т,к,х,м,ш,ж.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Ш,ж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Всегда твёрдые</w:t>
            </w:r>
          </w:p>
        </w:tc>
        <w:tc>
          <w:tcPr>
            <w:tcW w:w="3244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Устанавливают причинно-следственные связи. Обобщение, выполнение логических операций. Умение слушать собеседника , работать в паре. Построение речевых высказываний в устной форме.</w:t>
            </w:r>
          </w:p>
        </w:tc>
      </w:tr>
      <w:tr w:rsidR="00AB5D1D" w:rsidTr="00352DD8">
        <w:tc>
          <w:tcPr>
            <w:tcW w:w="1368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b/>
                <w:sz w:val="24"/>
                <w:szCs w:val="24"/>
              </w:rPr>
              <w:t>3. Самоопределение к деятельности. Формирование темы, целей урока.</w:t>
            </w:r>
          </w:p>
        </w:tc>
        <w:tc>
          <w:tcPr>
            <w:tcW w:w="288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Организует диалог с выходом на тему и цели урока.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- Ответьте на вопросы. Из первых букв сформулируйте тему урока    ( Слайд)                              .- Как вы думаете, чему будем учиться на уроке?</w:t>
            </w:r>
          </w:p>
        </w:tc>
        <w:tc>
          <w:tcPr>
            <w:tcW w:w="270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Отгадывают, выделяют. Участвуют в диалоге, формулируют тему и цели, .сравнивают с эталоном.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- Шипящие.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- Правильно писать слова с сочетаниями ши-жи.</w:t>
            </w:r>
          </w:p>
        </w:tc>
        <w:tc>
          <w:tcPr>
            <w:tcW w:w="3244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Принятие, планирование и реализация учебной задави. Обоснование усвоения новых знаний в сотрудничестве с учителем</w:t>
            </w:r>
          </w:p>
        </w:tc>
      </w:tr>
      <w:tr w:rsidR="00AB5D1D" w:rsidTr="00352DD8">
        <w:tc>
          <w:tcPr>
            <w:tcW w:w="1368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2DD8">
              <w:rPr>
                <w:rFonts w:ascii="Times New Roman" w:hAnsi="Times New Roman"/>
                <w:b/>
                <w:sz w:val="24"/>
                <w:szCs w:val="24"/>
              </w:rPr>
              <w:t>4. Усвоение новых знаний.</w:t>
            </w:r>
          </w:p>
        </w:tc>
        <w:tc>
          <w:tcPr>
            <w:tcW w:w="288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Организует диалог, используя приём «Кластер», организует наблюдение за правописанием слов с сочетаниями ши-жи, организует фиксацию индивидуальных затруднений в деятельности. Направляет к сотрудничеству                         .- Что вы знаете о шипящих звуках?</w:t>
            </w: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Запишите названия предметов. Подчеркните букву, стоящую после шипящих. Проверьте по эталону.( Слайд) Оцените свою работу в листке достижений.(+ и -)</w:t>
            </w: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Организует диалог с выходом на роль буквы И и проблемы: И обозначает мягкость согласного звука, а в данных примерах звуки твёрдые               Организует работу со словарными словами ( машина, жираф), используя приём «синквейн». 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Предлагает работу в паре: записать самостоятельно слова с сочетаниями ши-жи и оценить деятельность. Организует работу с учебником на с.55 №96.</w:t>
            </w:r>
          </w:p>
        </w:tc>
        <w:tc>
          <w:tcPr>
            <w:tcW w:w="270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Участвуют в диалоге. Высказывают предположения. Самостоятельно выполняют работу, выходят на проблему.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Контролируют и оценивают.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- Согласные, могут быть твёрдыми и мягкими, ш, ж, щ,ч, имеют пару, шипят, язычок наверху, есть сочетания.</w:t>
            </w: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Выявляют затруднение.</w:t>
            </w:r>
          </w:p>
          <w:p w:rsidR="00AB5D1D" w:rsidRPr="002F37DC" w:rsidRDefault="00AB5D1D" w:rsidP="002F37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2F37DC" w:rsidRDefault="00AB5D1D" w:rsidP="002F37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2F37DC" w:rsidRDefault="00AB5D1D" w:rsidP="002F37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2F37DC" w:rsidRDefault="00AB5D1D" w:rsidP="002F37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2F37DC" w:rsidRDefault="00AB5D1D" w:rsidP="002F37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2F37DC" w:rsidRDefault="00AB5D1D" w:rsidP="002F37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2F37DC" w:rsidRDefault="00AB5D1D" w:rsidP="002F37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2F37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2F37DC" w:rsidRDefault="00AB5D1D" w:rsidP="002F37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Сравнивают, анализируют, делают вывод, работают в паре</w:t>
            </w:r>
          </w:p>
        </w:tc>
        <w:tc>
          <w:tcPr>
            <w:tcW w:w="3244" w:type="dxa"/>
          </w:tcPr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2DD8">
              <w:rPr>
                <w:rFonts w:ascii="Times New Roman" w:hAnsi="Times New Roman"/>
                <w:sz w:val="24"/>
                <w:szCs w:val="24"/>
              </w:rPr>
              <w:t>Умение выражать мысли. Разрешение проблемы.</w:t>
            </w: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Планирование учебного сотрудничества</w:t>
            </w: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Самоконтроль и регуляция.</w:t>
            </w:r>
          </w:p>
        </w:tc>
      </w:tr>
      <w:tr w:rsidR="00AB5D1D" w:rsidTr="00352DD8">
        <w:tc>
          <w:tcPr>
            <w:tcW w:w="1368" w:type="dxa"/>
          </w:tcPr>
          <w:p w:rsidR="00AB5D1D" w:rsidRPr="00E8624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Физкультминутка.</w:t>
            </w:r>
          </w:p>
        </w:tc>
        <w:tc>
          <w:tcPr>
            <w:tcW w:w="288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проведение физкультминутки</w:t>
            </w:r>
          </w:p>
        </w:tc>
        <w:tc>
          <w:tcPr>
            <w:tcW w:w="270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по руководством учителя.</w:t>
            </w:r>
          </w:p>
        </w:tc>
        <w:tc>
          <w:tcPr>
            <w:tcW w:w="3244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доброжелательное отношение</w:t>
            </w:r>
          </w:p>
        </w:tc>
      </w:tr>
      <w:tr w:rsidR="00AB5D1D" w:rsidTr="00352DD8">
        <w:tc>
          <w:tcPr>
            <w:tcW w:w="1368" w:type="dxa"/>
          </w:tcPr>
          <w:p w:rsidR="00AB5D1D" w:rsidRPr="00E86248" w:rsidRDefault="00AB5D1D" w:rsidP="00352D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 Обобщение материала и включение в систему ранее усвоенных знаний.</w:t>
            </w:r>
          </w:p>
        </w:tc>
        <w:tc>
          <w:tcPr>
            <w:tcW w:w="2880" w:type="dxa"/>
          </w:tcPr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Организует работу над следующем шагом (работа с учебником с 55 №95 Оценивают работу в листке достижений.</w:t>
            </w:r>
          </w:p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Организует и проводит картинный диктант ( слайд) 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Активизирует познавательную деятельность через игру «Поймай мышку».</w:t>
            </w:r>
          </w:p>
        </w:tc>
        <w:tc>
          <w:tcPr>
            <w:tcW w:w="2700" w:type="dxa"/>
          </w:tcPr>
          <w:p w:rsidR="00AB5D1D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шаг- тренировка в написании слов с сочетаниями ши-жи. Работают самостоятельно с предложениями.</w:t>
            </w:r>
          </w:p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Взаимопроверка. Проверка по эталону (слайд). Оценивание работы. Доказывают, высказывают мнения, формулируют ответы</w:t>
            </w:r>
          </w:p>
        </w:tc>
        <w:tc>
          <w:tcPr>
            <w:tcW w:w="3244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слушать собеседника Контролирование деятельности</w:t>
            </w:r>
          </w:p>
        </w:tc>
      </w:tr>
      <w:tr w:rsidR="00AB5D1D" w:rsidTr="00352DD8">
        <w:tc>
          <w:tcPr>
            <w:tcW w:w="1368" w:type="dxa"/>
          </w:tcPr>
          <w:p w:rsidR="00AB5D1D" w:rsidRPr="0016548B" w:rsidRDefault="00AB5D1D" w:rsidP="00352D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 Рефлексия учебной деятельности.</w:t>
            </w:r>
          </w:p>
        </w:tc>
        <w:tc>
          <w:tcPr>
            <w:tcW w:w="288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рефлексивного этапа с диалогом, самостоятельного оценивания через выбор пиктограммы.</w:t>
            </w:r>
          </w:p>
        </w:tc>
        <w:tc>
          <w:tcPr>
            <w:tcW w:w="270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Формулируют ответы, анализируют достижение цели. Дают оценку деятельности</w:t>
            </w:r>
          </w:p>
        </w:tc>
        <w:tc>
          <w:tcPr>
            <w:tcW w:w="3244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осознания уровня усвоения. Построение собственных рассуждений. Объективная оценка результатов деятельности</w:t>
            </w:r>
          </w:p>
        </w:tc>
      </w:tr>
      <w:tr w:rsidR="00AB5D1D" w:rsidTr="00352DD8">
        <w:tc>
          <w:tcPr>
            <w:tcW w:w="1368" w:type="dxa"/>
          </w:tcPr>
          <w:p w:rsidR="00AB5D1D" w:rsidRPr="0016548B" w:rsidRDefault="00AB5D1D" w:rsidP="00352D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 Домашнее задание.</w:t>
            </w:r>
          </w:p>
        </w:tc>
        <w:tc>
          <w:tcPr>
            <w:tcW w:w="288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Предлагает задания и упражнения на карточках для получения дополнительного смайлика</w:t>
            </w:r>
          </w:p>
        </w:tc>
        <w:tc>
          <w:tcPr>
            <w:tcW w:w="2700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задания, выполнение</w:t>
            </w:r>
          </w:p>
        </w:tc>
        <w:tc>
          <w:tcPr>
            <w:tcW w:w="3244" w:type="dxa"/>
          </w:tcPr>
          <w:p w:rsidR="00AB5D1D" w:rsidRPr="00352DD8" w:rsidRDefault="00AB5D1D" w:rsidP="00352DD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Нравственно-этическая ориентация.</w:t>
            </w:r>
          </w:p>
        </w:tc>
      </w:tr>
    </w:tbl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B5D1D" w:rsidRPr="00FE4F7D" w:rsidRDefault="00AB5D1D" w:rsidP="001D68CA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AB5D1D" w:rsidRPr="00FE4F7D" w:rsidSect="006E4961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45DCB"/>
    <w:multiLevelType w:val="multilevel"/>
    <w:tmpl w:val="C314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484"/>
    <w:rsid w:val="00007C1D"/>
    <w:rsid w:val="000873C4"/>
    <w:rsid w:val="000A0932"/>
    <w:rsid w:val="000B4C6E"/>
    <w:rsid w:val="000D7638"/>
    <w:rsid w:val="000F3EE5"/>
    <w:rsid w:val="0016548B"/>
    <w:rsid w:val="001D68CA"/>
    <w:rsid w:val="001E0484"/>
    <w:rsid w:val="00241775"/>
    <w:rsid w:val="002B1624"/>
    <w:rsid w:val="002F37DC"/>
    <w:rsid w:val="00342447"/>
    <w:rsid w:val="00352DD8"/>
    <w:rsid w:val="00381FD8"/>
    <w:rsid w:val="00386D48"/>
    <w:rsid w:val="003975EE"/>
    <w:rsid w:val="003B315B"/>
    <w:rsid w:val="004506E2"/>
    <w:rsid w:val="004A02F7"/>
    <w:rsid w:val="004C2788"/>
    <w:rsid w:val="0050528C"/>
    <w:rsid w:val="005A69BC"/>
    <w:rsid w:val="00633190"/>
    <w:rsid w:val="00650AEE"/>
    <w:rsid w:val="00690F7D"/>
    <w:rsid w:val="006A78FA"/>
    <w:rsid w:val="006E4961"/>
    <w:rsid w:val="007F1286"/>
    <w:rsid w:val="008801FF"/>
    <w:rsid w:val="009E208F"/>
    <w:rsid w:val="00A12DFB"/>
    <w:rsid w:val="00A22BAA"/>
    <w:rsid w:val="00A25F44"/>
    <w:rsid w:val="00A83D71"/>
    <w:rsid w:val="00AB2703"/>
    <w:rsid w:val="00AB5D1D"/>
    <w:rsid w:val="00AC00A8"/>
    <w:rsid w:val="00B32E2C"/>
    <w:rsid w:val="00B34C6B"/>
    <w:rsid w:val="00D70D68"/>
    <w:rsid w:val="00DC36CE"/>
    <w:rsid w:val="00E1401D"/>
    <w:rsid w:val="00E46276"/>
    <w:rsid w:val="00E86248"/>
    <w:rsid w:val="00EC29C7"/>
    <w:rsid w:val="00F80FFD"/>
    <w:rsid w:val="00FC054D"/>
    <w:rsid w:val="00FD1B0C"/>
    <w:rsid w:val="00FE4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E2C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1E04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048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0484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E0484"/>
    <w:rPr>
      <w:rFonts w:ascii="Cambria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semiHidden/>
    <w:rsid w:val="001E04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4506E2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310</TotalTime>
  <Pages>5</Pages>
  <Words>1393</Words>
  <Characters>7942</Characters>
  <Application>Microsoft Office Outlook</Application>
  <DocSecurity>0</DocSecurity>
  <Lines>0</Lines>
  <Paragraphs>0</Paragraphs>
  <ScaleCrop>false</ScaleCrop>
  <Company>DNA Project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Владелец</cp:lastModifiedBy>
  <cp:revision>25</cp:revision>
  <dcterms:created xsi:type="dcterms:W3CDTF">2013-04-13T14:07:00Z</dcterms:created>
  <dcterms:modified xsi:type="dcterms:W3CDTF">2001-12-31T17:24:00Z</dcterms:modified>
</cp:coreProperties>
</file>